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013905" w:rsidRDefault="00B1012F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F25F61">
        <w:rPr>
          <w:rFonts w:ascii="Arial" w:eastAsia="Trebuchet MS" w:hAnsi="Arial" w:cs="Arial"/>
          <w:b/>
          <w:color w:val="000000"/>
          <w:sz w:val="22"/>
          <w:szCs w:val="22"/>
        </w:rPr>
        <w:t xml:space="preserve">: </w:t>
      </w:r>
    </w:p>
    <w:p w:rsidR="00DA50A6" w:rsidRPr="0043702F" w:rsidRDefault="00F04B95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TRAVAUX </w:t>
      </w:r>
      <w:r w:rsidR="002311C3">
        <w:rPr>
          <w:rFonts w:ascii="Arial" w:eastAsia="Trebuchet MS" w:hAnsi="Arial" w:cs="Arial"/>
          <w:b/>
          <w:color w:val="000000"/>
          <w:sz w:val="20"/>
          <w:szCs w:val="20"/>
        </w:rPr>
        <w:t xml:space="preserve">POUR LE REMPLACEMENT FENETRES – 3EME ETAGE A – Nord et Sud – site Louise Michel </w:t>
      </w: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 </w:t>
      </w:r>
    </w:p>
    <w:p w:rsidR="002311C3" w:rsidRDefault="002311C3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eastAsia="Trebuchet MS" w:hAnsi="Arial" w:cs="Arial"/>
          <w:b/>
          <w:color w:val="000000"/>
          <w:sz w:val="20"/>
          <w:szCs w:val="20"/>
        </w:rPr>
        <w:t>7- HLM -16991</w:t>
      </w:r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 w:rsidRPr="0043702F">
        <w:rPr>
          <w:rFonts w:ascii="Arial" w:eastAsia="Trebuchet MS" w:hAnsi="Arial" w:cs="Arial"/>
          <w:b/>
          <w:color w:val="000000"/>
          <w:sz w:val="20"/>
          <w:szCs w:val="20"/>
        </w:rPr>
        <w:t>Numéro de procédure 25- GHTA-00</w:t>
      </w:r>
      <w:r w:rsidR="002311C3">
        <w:rPr>
          <w:rFonts w:ascii="Arial" w:eastAsia="Trebuchet MS" w:hAnsi="Arial" w:cs="Arial"/>
          <w:b/>
          <w:color w:val="000000"/>
          <w:sz w:val="20"/>
          <w:szCs w:val="20"/>
        </w:rPr>
        <w:t>75</w:t>
      </w:r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</w:t>
      </w:r>
      <w:r w:rsidR="00DA50A6">
        <w:rPr>
          <w:rFonts w:ascii="Calibri" w:hAnsi="Calibri" w:cs="Calibri"/>
          <w:b/>
          <w:caps/>
          <w:u w:val="single"/>
        </w:rPr>
        <w:t>facultative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2311C3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2311C3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E997F47"/>
    <w:multiLevelType w:val="hybridMultilevel"/>
    <w:tmpl w:val="D3EA428E"/>
    <w:lvl w:ilvl="0" w:tplc="29DADBDA">
      <w:numFmt w:val="bullet"/>
      <w:lvlText w:val="-"/>
      <w:lvlJc w:val="left"/>
      <w:pPr>
        <w:ind w:left="4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13905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2007A9"/>
    <w:rsid w:val="002311C3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21AA1"/>
    <w:rsid w:val="00345A75"/>
    <w:rsid w:val="003A52E3"/>
    <w:rsid w:val="003B6B81"/>
    <w:rsid w:val="003D4B9D"/>
    <w:rsid w:val="003F19C0"/>
    <w:rsid w:val="003F24FB"/>
    <w:rsid w:val="004160D7"/>
    <w:rsid w:val="00454A1A"/>
    <w:rsid w:val="00480C07"/>
    <w:rsid w:val="00482687"/>
    <w:rsid w:val="00490BE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C2300"/>
    <w:rsid w:val="00CE4591"/>
    <w:rsid w:val="00D03A52"/>
    <w:rsid w:val="00D15FC2"/>
    <w:rsid w:val="00D25AEE"/>
    <w:rsid w:val="00D3016B"/>
    <w:rsid w:val="00D8385D"/>
    <w:rsid w:val="00DA50A6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04B95"/>
    <w:rsid w:val="00F1767B"/>
    <w:rsid w:val="00F17D89"/>
    <w:rsid w:val="00F2109B"/>
    <w:rsid w:val="00F25F61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E38CB2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013905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1.dot</Template>
  <TotalTime>8</TotalTime>
  <Pages>1</Pages>
  <Words>90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12</cp:revision>
  <cp:lastPrinted>2014-10-20T12:18:00Z</cp:lastPrinted>
  <dcterms:created xsi:type="dcterms:W3CDTF">2024-04-10T12:22:00Z</dcterms:created>
  <dcterms:modified xsi:type="dcterms:W3CDTF">2025-08-11T12:27:00Z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